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7C" w:rsidRDefault="00314E7C" w:rsidP="008D702D">
      <w:pPr>
        <w:jc w:val="center"/>
        <w:rPr>
          <w:sz w:val="28"/>
          <w:szCs w:val="28"/>
        </w:rPr>
      </w:pPr>
      <w:r w:rsidRPr="00A144E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2.75pt;height:39.75pt;visibility:visible">
            <v:imagedata r:id="rId4" o:title=""/>
          </v:shape>
        </w:pict>
      </w:r>
    </w:p>
    <w:p w:rsidR="00314E7C" w:rsidRPr="00C65542" w:rsidRDefault="00314E7C" w:rsidP="008D702D">
      <w:pPr>
        <w:jc w:val="center"/>
        <w:rPr>
          <w:sz w:val="20"/>
          <w:szCs w:val="20"/>
        </w:rPr>
      </w:pPr>
    </w:p>
    <w:p w:rsidR="00314E7C" w:rsidRPr="0070252A" w:rsidRDefault="00314E7C" w:rsidP="008D702D">
      <w:pPr>
        <w:jc w:val="center"/>
        <w:rPr>
          <w:rFonts w:ascii="Calibri" w:hAnsi="Calibri" w:cs="Calibri"/>
          <w:b/>
          <w:bCs/>
          <w:i/>
          <w:iCs/>
          <w:sz w:val="32"/>
          <w:szCs w:val="32"/>
        </w:rPr>
      </w:pPr>
      <w:r w:rsidRPr="0070252A">
        <w:rPr>
          <w:rFonts w:ascii="Calibri" w:hAnsi="Calibri" w:cs="Calibri"/>
          <w:b/>
          <w:bCs/>
          <w:i/>
          <w:iCs/>
          <w:sz w:val="32"/>
          <w:szCs w:val="32"/>
        </w:rPr>
        <w:t>M.I.U.R.</w:t>
      </w:r>
    </w:p>
    <w:p w:rsidR="00314E7C" w:rsidRPr="0070252A" w:rsidRDefault="00314E7C" w:rsidP="008D702D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70252A">
        <w:rPr>
          <w:rFonts w:ascii="Calibri" w:hAnsi="Calibri" w:cs="Calibri"/>
          <w:b/>
          <w:bCs/>
          <w:sz w:val="32"/>
          <w:szCs w:val="32"/>
        </w:rPr>
        <w:t>UFFICIO SCOLASTICO REGIONALE PER LA CAMPANIA</w:t>
      </w:r>
    </w:p>
    <w:p w:rsidR="00314E7C" w:rsidRPr="0070252A" w:rsidRDefault="00314E7C" w:rsidP="008D702D">
      <w:pPr>
        <w:keepNext/>
        <w:overflowPunct w:val="0"/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i/>
          <w:iCs/>
          <w:sz w:val="32"/>
          <w:szCs w:val="32"/>
        </w:rPr>
      </w:pPr>
      <w:r w:rsidRPr="0070252A">
        <w:rPr>
          <w:rFonts w:ascii="Calibri" w:hAnsi="Calibri" w:cs="Calibri"/>
          <w:b/>
          <w:bCs/>
          <w:i/>
          <w:iCs/>
          <w:sz w:val="32"/>
          <w:szCs w:val="32"/>
        </w:rPr>
        <w:t xml:space="preserve">DIREZIONE GENERALE </w:t>
      </w:r>
    </w:p>
    <w:p w:rsidR="00314E7C" w:rsidRPr="009B1DAC" w:rsidRDefault="00314E7C" w:rsidP="008D702D">
      <w:pPr>
        <w:jc w:val="center"/>
        <w:rPr>
          <w:rFonts w:ascii="Calibri" w:hAnsi="Calibri" w:cs="Calibri"/>
          <w:sz w:val="20"/>
          <w:szCs w:val="20"/>
        </w:rPr>
      </w:pPr>
      <w:r w:rsidRPr="009B1DAC">
        <w:rPr>
          <w:rFonts w:ascii="Calibri" w:hAnsi="Calibri" w:cs="Calibri"/>
          <w:sz w:val="20"/>
          <w:szCs w:val="20"/>
        </w:rPr>
        <w:t>Via Ponte della Maddalena 55 - 80142 Napoli</w:t>
      </w:r>
    </w:p>
    <w:p w:rsidR="00314E7C" w:rsidRPr="00494F5E" w:rsidRDefault="00314E7C" w:rsidP="008D702D">
      <w:pPr>
        <w:pStyle w:val="Heading1"/>
        <w:tabs>
          <w:tab w:val="left" w:pos="4095"/>
        </w:tabs>
        <w:rPr>
          <w:rFonts w:ascii="Calibri" w:hAnsi="Calibri" w:cs="Calibri"/>
          <w:sz w:val="20"/>
          <w:szCs w:val="20"/>
          <w:u w:val="single"/>
        </w:rPr>
      </w:pPr>
      <w:r w:rsidRPr="00494F5E">
        <w:rPr>
          <w:rFonts w:ascii="Calibri" w:hAnsi="Calibri" w:cs="Calibri"/>
          <w:sz w:val="20"/>
          <w:szCs w:val="20"/>
          <w:u w:val="single"/>
        </w:rPr>
        <w:t>Modello Allegato alla nota Prot. 7678 del 28.10.2014</w:t>
      </w:r>
    </w:p>
    <w:p w:rsidR="00314E7C" w:rsidRDefault="00314E7C" w:rsidP="008D702D">
      <w:pPr>
        <w:pStyle w:val="Heading1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314E7C" w:rsidRPr="002036EE" w:rsidRDefault="00314E7C" w:rsidP="008D702D">
      <w:pPr>
        <w:tabs>
          <w:tab w:val="left" w:pos="5460"/>
        </w:tabs>
      </w:pPr>
    </w:p>
    <w:p w:rsidR="00314E7C" w:rsidRPr="002036EE" w:rsidRDefault="00314E7C" w:rsidP="008D702D">
      <w:pPr>
        <w:tabs>
          <w:tab w:val="left" w:pos="5460"/>
        </w:tabs>
      </w:pPr>
      <w:r w:rsidRPr="002036EE">
        <w:tab/>
      </w:r>
      <w:r w:rsidRPr="002036EE">
        <w:tab/>
        <w:t xml:space="preserve">       mail: </w:t>
      </w:r>
      <w:hyperlink r:id="rId5" w:history="1">
        <w:r w:rsidRPr="00297F36">
          <w:rPr>
            <w:rStyle w:val="Hyperlink"/>
            <w:rFonts w:ascii="Calibri" w:hAnsi="Calibri" w:cs="Calibri"/>
            <w:b/>
            <w:bCs/>
          </w:rPr>
          <w:t>provedamaestro@gmail.com</w:t>
        </w:r>
      </w:hyperlink>
    </w:p>
    <w:p w:rsidR="00314E7C" w:rsidRDefault="00314E7C" w:rsidP="008D702D">
      <w:pPr>
        <w:tabs>
          <w:tab w:val="left" w:pos="5460"/>
        </w:tabs>
      </w:pPr>
    </w:p>
    <w:p w:rsidR="00314E7C" w:rsidRPr="002036EE" w:rsidRDefault="00314E7C" w:rsidP="008D702D">
      <w:pPr>
        <w:tabs>
          <w:tab w:val="left" w:pos="5460"/>
        </w:tabs>
      </w:pPr>
    </w:p>
    <w:p w:rsidR="00314E7C" w:rsidRPr="00B14057" w:rsidRDefault="00314E7C" w:rsidP="008D702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Aspettando Riccardo Muti</w:t>
      </w:r>
    </w:p>
    <w:p w:rsidR="00314E7C" w:rsidRPr="00B14057" w:rsidRDefault="00314E7C" w:rsidP="008D702D">
      <w:pPr>
        <w:tabs>
          <w:tab w:val="left" w:pos="5460"/>
        </w:tabs>
        <w:ind w:left="1080" w:hanging="1080"/>
        <w:jc w:val="center"/>
      </w:pPr>
    </w:p>
    <w:p w:rsidR="00314E7C" w:rsidRDefault="00314E7C" w:rsidP="008D702D">
      <w:pPr>
        <w:jc w:val="both"/>
      </w:pPr>
      <w:r w:rsidRPr="00B14057">
        <w:t>Prot. _________</w:t>
      </w:r>
      <w:r w:rsidRPr="00B14057">
        <w:tab/>
      </w:r>
      <w:r w:rsidRPr="00B14057">
        <w:tab/>
      </w:r>
      <w:r w:rsidRPr="00B14057">
        <w:tab/>
      </w:r>
      <w:r w:rsidRPr="00B14057">
        <w:tab/>
      </w:r>
      <w:r w:rsidRPr="00B14057">
        <w:tab/>
      </w:r>
      <w:r w:rsidRPr="00B14057">
        <w:tab/>
      </w:r>
      <w:r>
        <w:t xml:space="preserve">    </w:t>
      </w:r>
      <w:r w:rsidRPr="00B14057">
        <w:tab/>
      </w:r>
      <w:r>
        <w:t xml:space="preserve">                </w:t>
      </w:r>
      <w:r w:rsidRPr="00B14057">
        <w:t xml:space="preserve"> data ___________</w:t>
      </w:r>
    </w:p>
    <w:p w:rsidR="00314E7C" w:rsidRDefault="00314E7C" w:rsidP="008D702D">
      <w:pPr>
        <w:jc w:val="both"/>
      </w:pPr>
    </w:p>
    <w:p w:rsidR="00314E7C" w:rsidRDefault="00314E7C" w:rsidP="008D702D">
      <w:pPr>
        <w:jc w:val="both"/>
      </w:pPr>
    </w:p>
    <w:p w:rsidR="00314E7C" w:rsidRPr="00CF0895" w:rsidRDefault="00314E7C" w:rsidP="008D702D">
      <w:pPr>
        <w:jc w:val="both"/>
        <w:rPr>
          <w:rFonts w:ascii="Calibri" w:hAnsi="Calibri" w:cs="Calibri"/>
          <w:b/>
          <w:bCs/>
        </w:rPr>
      </w:pPr>
      <w:r>
        <w:tab/>
      </w:r>
      <w:r w:rsidRPr="00230C79">
        <w:rPr>
          <w:rFonts w:ascii="Calibri" w:hAnsi="Calibri" w:cs="Calibri"/>
        </w:rPr>
        <w:t>Si chiede che, in occasione de</w:t>
      </w:r>
      <w:r>
        <w:t xml:space="preserve">l </w:t>
      </w:r>
      <w:r w:rsidRPr="00C65542">
        <w:rPr>
          <w:rFonts w:ascii="Calibri" w:hAnsi="Calibri" w:cs="Calibri"/>
        </w:rPr>
        <w:t xml:space="preserve">concerto del Maestro </w:t>
      </w:r>
      <w:r w:rsidRPr="00A27491">
        <w:rPr>
          <w:rFonts w:ascii="Calibri" w:hAnsi="Calibri" w:cs="Calibri"/>
          <w:b/>
          <w:bCs/>
        </w:rPr>
        <w:t>Riccardo</w:t>
      </w:r>
      <w:r w:rsidRPr="00A27491">
        <w:rPr>
          <w:rFonts w:ascii="Calibri" w:hAnsi="Calibri" w:cs="Calibri"/>
        </w:rPr>
        <w:t xml:space="preserve"> </w:t>
      </w:r>
      <w:r w:rsidRPr="00A27491">
        <w:rPr>
          <w:rFonts w:ascii="Calibri" w:hAnsi="Calibri" w:cs="Calibri"/>
          <w:b/>
          <w:bCs/>
        </w:rPr>
        <w:t>Muti</w:t>
      </w:r>
      <w:r w:rsidRPr="00C65542">
        <w:rPr>
          <w:rFonts w:ascii="Calibri" w:hAnsi="Calibri" w:cs="Calibri"/>
        </w:rPr>
        <w:t xml:space="preserve"> che terrà a Napoli</w:t>
      </w:r>
      <w:r>
        <w:rPr>
          <w:rFonts w:ascii="Calibri" w:hAnsi="Calibri" w:cs="Calibri"/>
        </w:rPr>
        <w:t xml:space="preserve">, il </w:t>
      </w:r>
      <w:r w:rsidRPr="00C65542">
        <w:rPr>
          <w:rFonts w:ascii="Calibri" w:hAnsi="Calibri" w:cs="Calibri"/>
        </w:rPr>
        <w:t xml:space="preserve">9 dicembre p.v presso il Conservatorio di San Pietro a Majella con </w:t>
      </w:r>
      <w:r>
        <w:rPr>
          <w:rFonts w:ascii="Calibri" w:hAnsi="Calibri" w:cs="Calibri"/>
        </w:rPr>
        <w:t>l’</w:t>
      </w:r>
      <w:r w:rsidRPr="00C65542">
        <w:rPr>
          <w:rFonts w:ascii="Calibri" w:hAnsi="Calibri" w:cs="Calibri"/>
        </w:rPr>
        <w:t xml:space="preserve">orchestra giovanile </w:t>
      </w:r>
      <w:r w:rsidRPr="00C65542">
        <w:rPr>
          <w:rFonts w:ascii="Calibri" w:hAnsi="Calibri" w:cs="Calibri"/>
          <w:b/>
          <w:bCs/>
        </w:rPr>
        <w:t>“Luigi Cherubini”</w:t>
      </w:r>
      <w:r w:rsidRPr="00C6554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il Liceo ____________________________ di _______________________ ad indirizzo musicale, possa assistere alla prova generale delle ore 17,00 aperta agli alunni </w:t>
      </w:r>
      <w:r w:rsidRPr="00CF0895">
        <w:rPr>
          <w:rFonts w:ascii="Calibri" w:hAnsi="Calibri" w:cs="Calibri"/>
          <w:b/>
          <w:bCs/>
        </w:rPr>
        <w:t>con un massimo di 19 persone</w:t>
      </w:r>
      <w:r>
        <w:rPr>
          <w:rFonts w:ascii="Calibri" w:hAnsi="Calibri" w:cs="Calibri"/>
          <w:b/>
          <w:bCs/>
        </w:rPr>
        <w:t>,</w:t>
      </w:r>
      <w:r w:rsidRPr="00CF0895">
        <w:rPr>
          <w:rFonts w:ascii="Calibri" w:hAnsi="Calibri" w:cs="Calibri"/>
          <w:b/>
          <w:bCs/>
        </w:rPr>
        <w:t xml:space="preserve"> accompagnatori compresi.</w:t>
      </w:r>
    </w:p>
    <w:p w:rsidR="00314E7C" w:rsidRDefault="00314E7C" w:rsidP="008D702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Il referente che accompagnerà la scolaresca è il prof._______________________________, che curerà di far osservare l’orario di accesso degli alunni alla Sala Verdi del Conservatorio San Pietro a Majella dalle ore 16,00 e non oltre le 16,40.</w:t>
      </w:r>
    </w:p>
    <w:p w:rsidR="00314E7C" w:rsidRDefault="00314E7C" w:rsidP="008D702D">
      <w:pPr>
        <w:jc w:val="both"/>
      </w:pPr>
    </w:p>
    <w:p w:rsidR="00314E7C" w:rsidRPr="00230C79" w:rsidRDefault="00314E7C" w:rsidP="008D702D">
      <w:pPr>
        <w:jc w:val="both"/>
        <w:rPr>
          <w:rFonts w:ascii="Calibri" w:hAnsi="Calibri" w:cs="Calibri"/>
          <w:sz w:val="20"/>
          <w:szCs w:val="20"/>
        </w:rPr>
      </w:pPr>
      <w:r w:rsidRPr="00230C79">
        <w:rPr>
          <w:rFonts w:ascii="Calibri" w:hAnsi="Calibri" w:cs="Calibri"/>
          <w:sz w:val="20"/>
          <w:szCs w:val="20"/>
        </w:rPr>
        <w:t>DATI DEL LICEO</w:t>
      </w:r>
    </w:p>
    <w:p w:rsidR="00314E7C" w:rsidRPr="00B14057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314E7C" w:rsidRPr="00230C79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Calibri" w:hAnsi="Calibri" w:cs="Calibri"/>
        </w:rPr>
      </w:pPr>
      <w:r w:rsidRPr="00230C79">
        <w:rPr>
          <w:rFonts w:ascii="Calibri" w:hAnsi="Calibri" w:cs="Calibri"/>
        </w:rPr>
        <w:t>Liceo _________________________________ di ____________________________ Pr. _________</w:t>
      </w:r>
    </w:p>
    <w:p w:rsidR="00314E7C" w:rsidRPr="00230C79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Calibri" w:hAnsi="Calibri" w:cs="Calibri"/>
        </w:rPr>
      </w:pPr>
      <w:r w:rsidRPr="00230C79">
        <w:rPr>
          <w:rFonts w:ascii="Calibri" w:hAnsi="Calibri" w:cs="Calibri"/>
        </w:rPr>
        <w:t xml:space="preserve">Tel.____________________________ e-mail  ___________________________________________  </w:t>
      </w:r>
    </w:p>
    <w:p w:rsidR="00314E7C" w:rsidRPr="00230C79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Calibri" w:hAnsi="Calibri" w:cs="Calibri"/>
        </w:rPr>
      </w:pPr>
      <w:r w:rsidRPr="00230C79">
        <w:rPr>
          <w:rFonts w:ascii="Calibri" w:hAnsi="Calibri" w:cs="Calibri"/>
        </w:rPr>
        <w:t>Docente Referente _____________________________ Recapito telefonico _______________</w:t>
      </w:r>
      <w:r>
        <w:rPr>
          <w:rFonts w:ascii="Calibri" w:hAnsi="Calibri" w:cs="Calibri"/>
        </w:rPr>
        <w:t>__</w:t>
      </w:r>
      <w:r w:rsidRPr="00230C79">
        <w:rPr>
          <w:rFonts w:ascii="Calibri" w:hAnsi="Calibri" w:cs="Calibri"/>
        </w:rPr>
        <w:t>_</w:t>
      </w:r>
    </w:p>
    <w:p w:rsidR="00314E7C" w:rsidRPr="00230C79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Calibri" w:hAnsi="Calibri" w:cs="Calibri"/>
        </w:rPr>
      </w:pPr>
      <w:r w:rsidRPr="00230C79">
        <w:rPr>
          <w:rFonts w:ascii="Calibri" w:hAnsi="Calibri" w:cs="Calibri"/>
        </w:rPr>
        <w:t xml:space="preserve">e-mail </w:t>
      </w:r>
      <w:r>
        <w:rPr>
          <w:rFonts w:ascii="Calibri" w:hAnsi="Calibri" w:cs="Calibri"/>
        </w:rPr>
        <w:t xml:space="preserve"> </w:t>
      </w:r>
      <w:r w:rsidRPr="00230C79">
        <w:rPr>
          <w:rFonts w:ascii="Calibri" w:hAnsi="Calibri" w:cs="Calibri"/>
        </w:rPr>
        <w:t>_____________________________________________</w:t>
      </w:r>
      <w:r w:rsidRPr="00281014">
        <w:rPr>
          <w:rFonts w:ascii="Calibri" w:hAnsi="Calibri" w:cs="Calibri"/>
        </w:rPr>
        <w:t xml:space="preserve"> </w:t>
      </w:r>
    </w:p>
    <w:p w:rsidR="00314E7C" w:rsidRDefault="00314E7C" w:rsidP="008D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</w:p>
    <w:p w:rsidR="00314E7C" w:rsidRPr="00230C79" w:rsidRDefault="00314E7C" w:rsidP="008D702D">
      <w:pPr>
        <w:ind w:left="5664" w:firstLine="708"/>
        <w:jc w:val="both"/>
        <w:rPr>
          <w:rFonts w:ascii="Calibri" w:hAnsi="Calibri" w:cs="Calibri"/>
        </w:rPr>
      </w:pPr>
    </w:p>
    <w:p w:rsidR="00314E7C" w:rsidRPr="00230C79" w:rsidRDefault="00314E7C" w:rsidP="008D702D">
      <w:pPr>
        <w:ind w:left="5664" w:firstLine="708"/>
        <w:jc w:val="both"/>
        <w:rPr>
          <w:rFonts w:ascii="Calibri" w:hAnsi="Calibri" w:cs="Calibri"/>
        </w:rPr>
      </w:pPr>
      <w:r w:rsidRPr="00230C79">
        <w:rPr>
          <w:rFonts w:ascii="Calibri" w:hAnsi="Calibri" w:cs="Calibri"/>
        </w:rPr>
        <w:t>IL DIRIGENTE SCOLASTICO</w:t>
      </w:r>
    </w:p>
    <w:p w:rsidR="00314E7C" w:rsidRPr="00230C79" w:rsidRDefault="00314E7C" w:rsidP="008D702D">
      <w:pPr>
        <w:ind w:left="5664" w:firstLine="708"/>
        <w:jc w:val="both"/>
        <w:rPr>
          <w:rFonts w:ascii="Calibri" w:hAnsi="Calibri" w:cs="Calibri"/>
        </w:rPr>
      </w:pPr>
    </w:p>
    <w:p w:rsidR="00314E7C" w:rsidRPr="00230C79" w:rsidRDefault="00314E7C" w:rsidP="008D702D">
      <w:pPr>
        <w:rPr>
          <w:rFonts w:ascii="Calibri" w:hAnsi="Calibri" w:cs="Calibri"/>
        </w:rPr>
      </w:pP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</w:r>
      <w:r w:rsidRPr="00230C79">
        <w:rPr>
          <w:rFonts w:ascii="Calibri" w:hAnsi="Calibri" w:cs="Calibri"/>
        </w:rPr>
        <w:tab/>
        <w:t xml:space="preserve">   </w:t>
      </w:r>
      <w:r w:rsidRPr="00230C79">
        <w:rPr>
          <w:rFonts w:ascii="Calibri" w:hAnsi="Calibri" w:cs="Calibri"/>
        </w:rPr>
        <w:tab/>
        <w:t xml:space="preserve">        ___________________________</w:t>
      </w: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ind w:firstLine="305"/>
        <w:jc w:val="both"/>
      </w:pPr>
    </w:p>
    <w:p w:rsidR="00314E7C" w:rsidRDefault="00314E7C" w:rsidP="008D702D">
      <w:pPr>
        <w:jc w:val="both"/>
      </w:pPr>
    </w:p>
    <w:p w:rsidR="00314E7C" w:rsidRDefault="00314E7C" w:rsidP="008D702D">
      <w:pPr>
        <w:jc w:val="both"/>
      </w:pPr>
    </w:p>
    <w:p w:rsidR="00314E7C" w:rsidRDefault="00314E7C"/>
    <w:sectPr w:rsidR="00314E7C" w:rsidSect="00C65542">
      <w:pgSz w:w="11906" w:h="16838"/>
      <w:pgMar w:top="426" w:right="1134" w:bottom="568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02D"/>
    <w:rsid w:val="00092EDC"/>
    <w:rsid w:val="002036EE"/>
    <w:rsid w:val="00230C79"/>
    <w:rsid w:val="00281014"/>
    <w:rsid w:val="00297F36"/>
    <w:rsid w:val="002B6402"/>
    <w:rsid w:val="00314E7C"/>
    <w:rsid w:val="00494F5E"/>
    <w:rsid w:val="0070252A"/>
    <w:rsid w:val="007924A3"/>
    <w:rsid w:val="00796C96"/>
    <w:rsid w:val="0087784A"/>
    <w:rsid w:val="008D702D"/>
    <w:rsid w:val="009B1DAC"/>
    <w:rsid w:val="00A144EE"/>
    <w:rsid w:val="00A27491"/>
    <w:rsid w:val="00B14057"/>
    <w:rsid w:val="00C65542"/>
    <w:rsid w:val="00CF0895"/>
    <w:rsid w:val="00DD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2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702D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702D"/>
    <w:rPr>
      <w:rFonts w:ascii="Arial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8D702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D7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27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vedamaestro@gmail.com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212</Words>
  <Characters>1211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raimondo bottiglieri</dc:creator>
  <cp:keywords/>
  <dc:description/>
  <cp:lastModifiedBy>CONINET</cp:lastModifiedBy>
  <cp:revision>2</cp:revision>
  <dcterms:created xsi:type="dcterms:W3CDTF">2014-11-03T11:23:00Z</dcterms:created>
  <dcterms:modified xsi:type="dcterms:W3CDTF">2014-11-03T11:23:00Z</dcterms:modified>
</cp:coreProperties>
</file>